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596E4" w14:textId="0DE9988C" w:rsidR="00DE2AA3" w:rsidRPr="00DE247F" w:rsidRDefault="00657A47" w:rsidP="00DE247F">
      <w:pPr>
        <w:pStyle w:val="Nagwek4"/>
        <w:spacing w:after="600" w:line="276" w:lineRule="auto"/>
        <w:jc w:val="left"/>
        <w:rPr>
          <w:rFonts w:asciiTheme="minorHAnsi" w:hAnsiTheme="minorHAnsi" w:cstheme="minorHAnsi"/>
          <w:bCs/>
          <w:i w:val="0"/>
          <w:sz w:val="20"/>
        </w:rPr>
      </w:pPr>
      <w:bookmarkStart w:id="0" w:name="_Hlk60301409"/>
      <w:r w:rsidRPr="00DE2AA3">
        <w:rPr>
          <w:rFonts w:asciiTheme="minorHAnsi" w:hAnsiTheme="minorHAnsi" w:cstheme="minorHAnsi"/>
          <w:bCs/>
          <w:i w:val="0"/>
          <w:sz w:val="20"/>
        </w:rPr>
        <w:t xml:space="preserve">Załącznik nr </w:t>
      </w:r>
      <w:r w:rsidR="00F06606" w:rsidRPr="00DE2AA3">
        <w:rPr>
          <w:rFonts w:asciiTheme="minorHAnsi" w:hAnsiTheme="minorHAnsi" w:cstheme="minorHAnsi"/>
          <w:bCs/>
          <w:i w:val="0"/>
          <w:sz w:val="20"/>
        </w:rPr>
        <w:t>12</w:t>
      </w:r>
      <w:r w:rsidR="007666D6" w:rsidRPr="00DE2AA3">
        <w:rPr>
          <w:rFonts w:asciiTheme="minorHAnsi" w:hAnsiTheme="minorHAnsi" w:cstheme="minorHAnsi"/>
          <w:bCs/>
          <w:i w:val="0"/>
          <w:sz w:val="20"/>
        </w:rPr>
        <w:t xml:space="preserve"> do SWZ</w:t>
      </w:r>
      <w:r w:rsidR="007E6FD8">
        <w:rPr>
          <w:rFonts w:asciiTheme="minorHAnsi" w:hAnsiTheme="minorHAnsi" w:cstheme="minorHAnsi"/>
          <w:bCs/>
          <w:i w:val="0"/>
          <w:sz w:val="20"/>
        </w:rPr>
        <w:t xml:space="preserve">                                                                                                         WOA.260.3.2025</w:t>
      </w:r>
      <w:bookmarkStart w:id="1" w:name="_GoBack"/>
      <w:bookmarkEnd w:id="1"/>
    </w:p>
    <w:p w14:paraId="4D62151D" w14:textId="484ABB05" w:rsidR="00DE2AA3" w:rsidRDefault="00DE2AA3" w:rsidP="00DE2AA3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OŚWIA</w:t>
      </w:r>
      <w:r w:rsidRPr="00DE2AA3">
        <w:rPr>
          <w:rFonts w:asciiTheme="minorHAnsi" w:hAnsiTheme="minorHAnsi" w:cstheme="minorHAnsi"/>
          <w:b/>
          <w:sz w:val="24"/>
          <w:szCs w:val="24"/>
        </w:rPr>
        <w:t>DCZENIE WYKONAWCÓW</w:t>
      </w:r>
    </w:p>
    <w:p w14:paraId="41178E59" w14:textId="662F3AE8" w:rsidR="00DE2AA3" w:rsidRDefault="00DE2AA3" w:rsidP="00DE2AA3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E2AA3">
        <w:rPr>
          <w:rFonts w:asciiTheme="minorHAnsi" w:hAnsiTheme="minorHAnsi" w:cstheme="minorHAnsi"/>
          <w:b/>
          <w:sz w:val="24"/>
          <w:szCs w:val="24"/>
        </w:rPr>
        <w:t xml:space="preserve"> WSPÓLNIE UBIEGAJACYCH SIĘ O UDZIELENIE ZAMÓWIENIA</w:t>
      </w:r>
    </w:p>
    <w:p w14:paraId="3CF3CC4B" w14:textId="5674E7FD" w:rsidR="00DE247F" w:rsidRDefault="00DE247F" w:rsidP="00DE2AA3">
      <w:pPr>
        <w:spacing w:after="12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E247F">
        <w:rPr>
          <w:rFonts w:asciiTheme="minorHAnsi" w:hAnsiTheme="minorHAnsi" w:cstheme="minorHAnsi"/>
          <w:b/>
          <w:sz w:val="24"/>
          <w:szCs w:val="24"/>
        </w:rPr>
        <w:t>dotyczy……..*(*wpisać cześć zamówienia)</w:t>
      </w:r>
    </w:p>
    <w:p w14:paraId="476A5EE6" w14:textId="03F5A4EA" w:rsidR="00DE2AA3" w:rsidRPr="00DE2AA3" w:rsidRDefault="00DE2AA3" w:rsidP="00DE2AA3">
      <w:pPr>
        <w:spacing w:after="12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E2AA3">
        <w:rPr>
          <w:rFonts w:asciiTheme="minorHAnsi" w:hAnsiTheme="minorHAnsi" w:cstheme="minorHAnsi"/>
          <w:sz w:val="20"/>
          <w:szCs w:val="20"/>
        </w:rPr>
        <w:t xml:space="preserve">uwaga: Niniejsze oświadczenie należy wypełnić w sytuacji, gdy Wykonawcy wspólnie ubiegają się </w:t>
      </w:r>
      <w:r>
        <w:rPr>
          <w:rFonts w:asciiTheme="minorHAnsi" w:hAnsiTheme="minorHAnsi" w:cstheme="minorHAnsi"/>
          <w:sz w:val="20"/>
          <w:szCs w:val="20"/>
        </w:rPr>
        <w:t>o udzielenie zamówienia.</w:t>
      </w:r>
    </w:p>
    <w:p w14:paraId="5238D7D3" w14:textId="3FBCC1FA" w:rsidR="00A137C9" w:rsidRPr="00DE2AA3" w:rsidRDefault="00A137C9" w:rsidP="00A137C9">
      <w:pPr>
        <w:spacing w:before="600"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E2AA3">
        <w:rPr>
          <w:rFonts w:asciiTheme="minorHAnsi" w:hAnsiTheme="minorHAnsi" w:cstheme="minorHAnsi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137C9" w:rsidRPr="00DE2AA3" w14:paraId="12A54287" w14:textId="77777777" w:rsidTr="004F10A0">
        <w:tc>
          <w:tcPr>
            <w:tcW w:w="2269" w:type="dxa"/>
            <w:shd w:val="clear" w:color="auto" w:fill="auto"/>
          </w:tcPr>
          <w:p w14:paraId="69BC9A88" w14:textId="77777777" w:rsidR="00A137C9" w:rsidRPr="00DE2AA3" w:rsidRDefault="00A137C9" w:rsidP="004F10A0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3814E4B" w14:textId="03596BC1" w:rsidR="00A137C9" w:rsidRPr="00DE2AA3" w:rsidRDefault="00F06606" w:rsidP="00DE2AA3">
            <w:pPr>
              <w:spacing w:after="24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E2AA3">
              <w:rPr>
                <w:rFonts w:asciiTheme="minorHAnsi" w:hAnsiTheme="minorHAnsi" w:cstheme="minorHAnsi"/>
                <w:b/>
                <w:sz w:val="24"/>
                <w:szCs w:val="24"/>
              </w:rPr>
              <w:t>…………………………………………………………</w:t>
            </w:r>
            <w:r w:rsidR="00B451BD" w:rsidRPr="00DE2AA3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65543" w:rsidRPr="00DE2AA3" w14:paraId="107199DD" w14:textId="77777777" w:rsidTr="005727F6">
        <w:tc>
          <w:tcPr>
            <w:tcW w:w="2269" w:type="dxa"/>
            <w:shd w:val="clear" w:color="auto" w:fill="auto"/>
          </w:tcPr>
          <w:p w14:paraId="68F6001E" w14:textId="77777777" w:rsidR="00565543" w:rsidRPr="00DE2AA3" w:rsidRDefault="00565543" w:rsidP="005727F6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406F7F40" w14:textId="4B508AA8" w:rsidR="00565543" w:rsidRPr="00DE2AA3" w:rsidRDefault="00F06606" w:rsidP="005727F6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</w:tbl>
    <w:p w14:paraId="71285E11" w14:textId="77777777" w:rsidR="00A137C9" w:rsidRPr="00DE2AA3" w:rsidRDefault="00A137C9" w:rsidP="00A137C9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ADA784" w14:textId="54750588" w:rsidR="003A486D" w:rsidRPr="00DE2AA3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DE2AA3">
        <w:rPr>
          <w:rFonts w:asciiTheme="minorHAnsi" w:hAnsiTheme="minorHAnsi" w:cstheme="minorHAnsi"/>
          <w:sz w:val="24"/>
          <w:szCs w:val="24"/>
        </w:rPr>
        <w:t xml:space="preserve">prowadzonego przez </w:t>
      </w:r>
      <w:r w:rsidR="00F06606" w:rsidRPr="00DE2AA3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……………………………………………………………..</w:t>
      </w:r>
      <w:r w:rsidRPr="00DE2AA3">
        <w:rPr>
          <w:rFonts w:asciiTheme="minorHAnsi" w:hAnsiTheme="minorHAnsi" w:cstheme="minorHAnsi"/>
          <w:b/>
          <w:sz w:val="24"/>
          <w:szCs w:val="24"/>
        </w:rPr>
        <w:t>,</w:t>
      </w:r>
      <w:r w:rsidRPr="00DE2AA3">
        <w:rPr>
          <w:rFonts w:asciiTheme="minorHAnsi" w:hAnsiTheme="minorHAnsi" w:cstheme="minorHAnsi"/>
          <w:sz w:val="24"/>
          <w:szCs w:val="24"/>
        </w:rPr>
        <w:t xml:space="preserve"> d</w:t>
      </w:r>
      <w:r w:rsidR="008D442B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ziałając </w:t>
      </w:r>
      <w:r w:rsidR="003A486D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składzie:</w:t>
      </w:r>
    </w:p>
    <w:p w14:paraId="050037D1" w14:textId="77777777" w:rsidR="00A137C9" w:rsidRPr="00DE2AA3" w:rsidRDefault="00A137C9" w:rsidP="00A137C9">
      <w:pPr>
        <w:pStyle w:val="Akapitzlist"/>
        <w:spacing w:after="120" w:line="276" w:lineRule="auto"/>
        <w:ind w:left="0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DE2AA3">
        <w:rPr>
          <w:rFonts w:asciiTheme="minorHAnsi" w:hAnsiTheme="minorHAnsi" w:cstheme="minorHAnsi"/>
          <w:bCs/>
          <w:i/>
          <w:iCs/>
          <w:sz w:val="20"/>
          <w:szCs w:val="20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444"/>
        <w:gridCol w:w="4894"/>
      </w:tblGrid>
      <w:tr w:rsidR="003A486D" w:rsidRPr="00DE2AA3" w14:paraId="1B6FFDFC" w14:textId="77777777" w:rsidTr="00A137C9">
        <w:tc>
          <w:tcPr>
            <w:tcW w:w="617" w:type="dxa"/>
            <w:shd w:val="clear" w:color="auto" w:fill="auto"/>
            <w:vAlign w:val="center"/>
          </w:tcPr>
          <w:p w14:paraId="7469FDA0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2133E5E1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Nazwa</w:t>
            </w:r>
            <w:r w:rsidR="0024648D"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 xml:space="preserve"> </w:t>
            </w: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5F069ADD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DE2AA3" w14:paraId="3E6443AF" w14:textId="77777777" w:rsidTr="00A137C9">
        <w:tc>
          <w:tcPr>
            <w:tcW w:w="617" w:type="dxa"/>
            <w:shd w:val="clear" w:color="auto" w:fill="auto"/>
            <w:vAlign w:val="center"/>
          </w:tcPr>
          <w:p w14:paraId="326F5D07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75509D06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30A4D3F6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3A486D" w:rsidRPr="00DE2AA3" w14:paraId="20E2BA58" w14:textId="77777777" w:rsidTr="00A137C9">
        <w:tc>
          <w:tcPr>
            <w:tcW w:w="617" w:type="dxa"/>
            <w:shd w:val="clear" w:color="auto" w:fill="auto"/>
            <w:vAlign w:val="center"/>
          </w:tcPr>
          <w:p w14:paraId="278556B5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415C3831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9E492DC" w14:textId="77777777" w:rsidR="003A486D" w:rsidRPr="00DE2AA3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35139331" w14:textId="6392DCD2" w:rsidR="00DC652A" w:rsidRPr="00DE2AA3" w:rsidRDefault="0024648D" w:rsidP="00A137C9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DE2AA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</w:t>
      </w:r>
      <w:r w:rsidR="008D442B" w:rsidRPr="00DE2AA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świadczam, </w:t>
      </w:r>
      <w:r w:rsidR="008D442B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stosownie do postanowień art. 117 ust. 4 </w:t>
      </w:r>
      <w:r w:rsidRPr="00DE2AA3">
        <w:rPr>
          <w:rFonts w:asciiTheme="minorHAnsi" w:hAnsiTheme="minorHAnsi" w:cstheme="minorHAnsi"/>
          <w:sz w:val="24"/>
          <w:szCs w:val="24"/>
        </w:rPr>
        <w:t>ustawy z dnia 11 września 2019</w:t>
      </w:r>
      <w:r w:rsidR="00F06606" w:rsidRPr="00DE2AA3">
        <w:rPr>
          <w:rFonts w:asciiTheme="minorHAnsi" w:hAnsiTheme="minorHAnsi" w:cstheme="minorHAnsi"/>
          <w:sz w:val="24"/>
          <w:szCs w:val="24"/>
        </w:rPr>
        <w:t xml:space="preserve"> </w:t>
      </w:r>
      <w:r w:rsidRPr="00DE2AA3">
        <w:rPr>
          <w:rFonts w:asciiTheme="minorHAnsi" w:hAnsiTheme="minorHAnsi" w:cstheme="minorHAnsi"/>
          <w:sz w:val="24"/>
          <w:szCs w:val="24"/>
        </w:rPr>
        <w:t xml:space="preserve">r. Prawo zamówień publicznych </w:t>
      </w:r>
      <w:r w:rsidR="00565543" w:rsidRPr="00DE2AA3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565543" w:rsidRPr="00DE2AA3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565543" w:rsidRPr="00DE2AA3">
        <w:rPr>
          <w:rFonts w:asciiTheme="minorHAnsi" w:hAnsiTheme="minorHAnsi" w:cstheme="minorHAnsi"/>
          <w:sz w:val="24"/>
          <w:szCs w:val="24"/>
        </w:rPr>
        <w:t>. Dz. U. z 202</w:t>
      </w:r>
      <w:r w:rsidR="00526655" w:rsidRPr="00DE2AA3">
        <w:rPr>
          <w:rFonts w:asciiTheme="minorHAnsi" w:hAnsiTheme="minorHAnsi" w:cstheme="minorHAnsi"/>
          <w:sz w:val="24"/>
          <w:szCs w:val="24"/>
        </w:rPr>
        <w:t>4</w:t>
      </w:r>
      <w:r w:rsidR="00F06606" w:rsidRPr="00DE2AA3">
        <w:rPr>
          <w:rFonts w:asciiTheme="minorHAnsi" w:hAnsiTheme="minorHAnsi" w:cstheme="minorHAnsi"/>
          <w:sz w:val="24"/>
          <w:szCs w:val="24"/>
        </w:rPr>
        <w:t xml:space="preserve"> </w:t>
      </w:r>
      <w:r w:rsidR="00565543" w:rsidRPr="00DE2AA3">
        <w:rPr>
          <w:rFonts w:asciiTheme="minorHAnsi" w:hAnsiTheme="minorHAnsi" w:cstheme="minorHAnsi"/>
          <w:sz w:val="24"/>
          <w:szCs w:val="24"/>
        </w:rPr>
        <w:t>r. poz. 1</w:t>
      </w:r>
      <w:r w:rsidR="00526655" w:rsidRPr="00DE2AA3">
        <w:rPr>
          <w:rFonts w:asciiTheme="minorHAnsi" w:hAnsiTheme="minorHAnsi" w:cstheme="minorHAnsi"/>
          <w:sz w:val="24"/>
          <w:szCs w:val="24"/>
        </w:rPr>
        <w:t>320</w:t>
      </w:r>
      <w:r w:rsidR="00565543" w:rsidRPr="00DE2AA3">
        <w:rPr>
          <w:rFonts w:asciiTheme="minorHAnsi" w:hAnsiTheme="minorHAnsi" w:cstheme="minorHAnsi"/>
          <w:sz w:val="24"/>
          <w:szCs w:val="24"/>
        </w:rPr>
        <w:t>)</w:t>
      </w:r>
      <w:r w:rsidRPr="00DE2AA3">
        <w:rPr>
          <w:rFonts w:asciiTheme="minorHAnsi" w:hAnsiTheme="minorHAnsi" w:cstheme="minorHAnsi"/>
          <w:sz w:val="24"/>
          <w:szCs w:val="24"/>
        </w:rPr>
        <w:t>, że w ramach zamówienia</w:t>
      </w:r>
      <w:r w:rsidR="00A137C9" w:rsidRPr="00DE2AA3">
        <w:rPr>
          <w:rFonts w:asciiTheme="minorHAnsi" w:hAnsiTheme="minorHAnsi" w:cstheme="minorHAnsi"/>
          <w:sz w:val="24"/>
          <w:szCs w:val="24"/>
        </w:rPr>
        <w:t>,</w:t>
      </w:r>
      <w:r w:rsidR="00A137C9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następujące roboty</w:t>
      </w:r>
      <w:r w:rsidR="00B641BE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/ usługi / dostawy</w:t>
      </w:r>
      <w:r w:rsidR="00B641BE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wykonają wskazani niżej Wykonawcy wspólnie ubiegający się </w:t>
      </w:r>
      <w:r w:rsidR="00B641BE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u</w:t>
      </w:r>
      <w:r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dzielenie zamówienia</w:t>
      </w:r>
      <w:r w:rsidR="00DC652A" w:rsidRPr="00DE2AA3">
        <w:rPr>
          <w:rFonts w:asciiTheme="minorHAnsi" w:eastAsia="Times New Roman" w:hAnsiTheme="minorHAnsi" w:cstheme="minorHAnsi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3504"/>
        <w:gridCol w:w="4834"/>
      </w:tblGrid>
      <w:tr w:rsidR="00B641BE" w:rsidRPr="00DE2AA3" w14:paraId="28260C43" w14:textId="77777777" w:rsidTr="00A137C9">
        <w:tc>
          <w:tcPr>
            <w:tcW w:w="617" w:type="dxa"/>
            <w:shd w:val="clear" w:color="auto" w:fill="auto"/>
            <w:vAlign w:val="center"/>
          </w:tcPr>
          <w:p w14:paraId="4B0294BE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3D1123FA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559DF753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DE2AA3" w14:paraId="25122EDC" w14:textId="77777777" w:rsidTr="00A137C9">
        <w:tc>
          <w:tcPr>
            <w:tcW w:w="617" w:type="dxa"/>
            <w:shd w:val="clear" w:color="auto" w:fill="auto"/>
            <w:vAlign w:val="center"/>
          </w:tcPr>
          <w:p w14:paraId="56B12966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658E1DB2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1816283B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  <w:tr w:rsidR="00B641BE" w:rsidRPr="00DE2AA3" w14:paraId="7BAB4A8D" w14:textId="77777777" w:rsidTr="00A137C9">
        <w:tc>
          <w:tcPr>
            <w:tcW w:w="617" w:type="dxa"/>
            <w:shd w:val="clear" w:color="auto" w:fill="auto"/>
            <w:vAlign w:val="center"/>
          </w:tcPr>
          <w:p w14:paraId="459C7614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1E6AB409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7E897DC8" w14:textId="77777777" w:rsidR="00B641BE" w:rsidRPr="00DE2AA3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pl-PL"/>
              </w:rPr>
            </w:pPr>
          </w:p>
        </w:tc>
      </w:tr>
    </w:tbl>
    <w:p w14:paraId="75580ED0" w14:textId="77777777" w:rsidR="007A2C38" w:rsidRPr="00DE2AA3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bookmarkEnd w:id="0"/>
    <w:p w14:paraId="4E3D2AB0" w14:textId="77777777" w:rsidR="007A2C38" w:rsidRPr="00DE2AA3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DE2AA3" w14:paraId="1E7AC253" w14:textId="77777777" w:rsidTr="004F10A0">
        <w:tc>
          <w:tcPr>
            <w:tcW w:w="2660" w:type="dxa"/>
            <w:shd w:val="clear" w:color="auto" w:fill="auto"/>
          </w:tcPr>
          <w:p w14:paraId="1B9B75C9" w14:textId="77777777" w:rsidR="00A137C9" w:rsidRPr="00DE2AA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13C28FDF" w14:textId="6316008A" w:rsidR="00A137C9" w:rsidRPr="00DE2AA3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6662" w:type="dxa"/>
            <w:shd w:val="clear" w:color="auto" w:fill="auto"/>
          </w:tcPr>
          <w:p w14:paraId="2A160E44" w14:textId="77777777" w:rsidR="00A137C9" w:rsidRPr="00DE2AA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4"/>
                <w:szCs w:val="24"/>
                <w:lang w:eastAsia="pl-PL"/>
              </w:rPr>
            </w:pPr>
          </w:p>
          <w:p w14:paraId="2B2E1FA5" w14:textId="77777777" w:rsidR="00A137C9" w:rsidRPr="00DE2AA3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/>
                <w:sz w:val="24"/>
                <w:szCs w:val="24"/>
                <w:vertAlign w:val="superscript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380C7B9" w14:textId="42F1A0AD" w:rsidR="00A137C9" w:rsidRPr="00DE2AA3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</w:pPr>
            <w:r w:rsidRPr="00DE2AA3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[</w:t>
            </w:r>
            <w:r w:rsidR="00565543" w:rsidRPr="00DE2AA3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kwalifikowany podpis elektroniczny </w:t>
            </w:r>
            <w:r w:rsidRPr="00DE2AA3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/ osób uprawnionych</w:t>
            </w:r>
            <w:r w:rsidR="00DE2AA3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Pr="00DE2AA3">
              <w:rPr>
                <w:rFonts w:asciiTheme="minorHAnsi" w:eastAsia="Times New Roman" w:hAnsiTheme="minorHAnsi" w:cstheme="minorHAnsi"/>
                <w:iCs/>
                <w:sz w:val="20"/>
                <w:szCs w:val="20"/>
                <w:lang w:eastAsia="pl-PL"/>
              </w:rPr>
              <w:t>do reprezentacji]</w:t>
            </w:r>
          </w:p>
        </w:tc>
      </w:tr>
    </w:tbl>
    <w:p w14:paraId="667DB3E1" w14:textId="77777777" w:rsidR="00A137C9" w:rsidRPr="00DE2AA3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</w:p>
    <w:sectPr w:rsidR="00A137C9" w:rsidRPr="00DE2AA3" w:rsidSect="00EC10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D4073" w14:textId="77777777" w:rsidR="007122DE" w:rsidRDefault="007122DE" w:rsidP="00025386">
      <w:pPr>
        <w:spacing w:after="0" w:line="240" w:lineRule="auto"/>
      </w:pPr>
      <w:r>
        <w:separator/>
      </w:r>
    </w:p>
  </w:endnote>
  <w:endnote w:type="continuationSeparator" w:id="0">
    <w:p w14:paraId="4CD635A7" w14:textId="77777777" w:rsidR="007122DE" w:rsidRDefault="007122D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DF5FF" w14:textId="77777777" w:rsidR="0063670F" w:rsidRDefault="006367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0C8DC" w14:textId="291E8318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 w:rsidR="0063670F">
      <w:rPr>
        <w:rFonts w:ascii="Arial" w:hAnsi="Arial"/>
        <w:sz w:val="18"/>
        <w:szCs w:val="18"/>
      </w:rPr>
      <w:t xml:space="preserve"> </w:t>
    </w:r>
    <w:r>
      <w:rPr>
        <w:rFonts w:ascii="Arial" w:hAnsi="Arial"/>
        <w:sz w:val="18"/>
        <w:szCs w:val="18"/>
      </w:rPr>
      <w:tab/>
    </w:r>
  </w:p>
  <w:p w14:paraId="21367E42" w14:textId="12980391" w:rsidR="00025386" w:rsidRDefault="0063670F">
    <w:pPr>
      <w:pStyle w:val="Stopka"/>
    </w:pPr>
    <w:r>
      <w:rPr>
        <w:rStyle w:val="Numerstrony"/>
        <w:noProof/>
        <w:sz w:val="20"/>
        <w:lang w:eastAsia="pl-PL"/>
      </w:rPr>
      <w:drawing>
        <wp:inline distT="0" distB="0" distL="0" distR="0" wp14:anchorId="1594AFC9" wp14:editId="7B0423F3">
          <wp:extent cx="2019300" cy="5715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                                             </w:t>
    </w:r>
    <w:r w:rsidRPr="003E02D9">
      <w:rPr>
        <w:noProof/>
        <w:lang w:eastAsia="pl-PL"/>
      </w:rPr>
      <w:drawing>
        <wp:inline distT="0" distB="0" distL="0" distR="0" wp14:anchorId="0FB71E35" wp14:editId="3BCB721C">
          <wp:extent cx="1526540" cy="528320"/>
          <wp:effectExtent l="0" t="0" r="0" b="5080"/>
          <wp:docPr id="3" name="Obraz 3" descr="C:\Users\mogielnickik\AppData\Local\Microsoft\Windows\INetCache\Content.Outlook\AF7FIPHR\nowe_logo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mogielnickik\AppData\Local\Microsoft\Windows\INetCache\Content.Outlook\AF7FIPHR\nowe_logo (002)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528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7A096" w14:textId="77777777" w:rsidR="0063670F" w:rsidRDefault="006367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44B23" w14:textId="77777777" w:rsidR="007122DE" w:rsidRDefault="007122DE" w:rsidP="00025386">
      <w:pPr>
        <w:spacing w:after="0" w:line="240" w:lineRule="auto"/>
      </w:pPr>
      <w:r>
        <w:separator/>
      </w:r>
    </w:p>
  </w:footnote>
  <w:footnote w:type="continuationSeparator" w:id="0">
    <w:p w14:paraId="496A4A8F" w14:textId="77777777" w:rsidR="007122DE" w:rsidRDefault="007122D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E97AC" w14:textId="77777777" w:rsidR="0063670F" w:rsidRDefault="006367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1026B" w14:textId="2B05B906" w:rsidR="007E6FD8" w:rsidRDefault="007E6FD8">
    <w:pPr>
      <w:pStyle w:val="Nagwek"/>
    </w:pPr>
    <w:r>
      <w:rPr>
        <w:noProof/>
        <w:lang w:eastAsia="pl-PL"/>
      </w:rPr>
      <w:drawing>
        <wp:inline distT="0" distB="0" distL="0" distR="0" wp14:anchorId="34485147" wp14:editId="77627251">
          <wp:extent cx="5760720" cy="646359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63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5F41C" w14:textId="77777777" w:rsidR="0063670F" w:rsidRDefault="00636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FFB"/>
    <w:rsid w:val="00025386"/>
    <w:rsid w:val="000423B9"/>
    <w:rsid w:val="00053927"/>
    <w:rsid w:val="00084786"/>
    <w:rsid w:val="0016158F"/>
    <w:rsid w:val="001A1FFB"/>
    <w:rsid w:val="001C2314"/>
    <w:rsid w:val="00213980"/>
    <w:rsid w:val="0024648D"/>
    <w:rsid w:val="003A486D"/>
    <w:rsid w:val="004374F2"/>
    <w:rsid w:val="00460705"/>
    <w:rsid w:val="00485239"/>
    <w:rsid w:val="004A0686"/>
    <w:rsid w:val="004E27D7"/>
    <w:rsid w:val="004F10A0"/>
    <w:rsid w:val="00526655"/>
    <w:rsid w:val="0055145C"/>
    <w:rsid w:val="005624D8"/>
    <w:rsid w:val="00565543"/>
    <w:rsid w:val="00620476"/>
    <w:rsid w:val="0063670F"/>
    <w:rsid w:val="00657A47"/>
    <w:rsid w:val="007122DE"/>
    <w:rsid w:val="00745A44"/>
    <w:rsid w:val="00751F41"/>
    <w:rsid w:val="007666D6"/>
    <w:rsid w:val="007A2C38"/>
    <w:rsid w:val="007E6FD8"/>
    <w:rsid w:val="00824D73"/>
    <w:rsid w:val="00830970"/>
    <w:rsid w:val="0087706D"/>
    <w:rsid w:val="008833CF"/>
    <w:rsid w:val="008B797E"/>
    <w:rsid w:val="008D442B"/>
    <w:rsid w:val="008F2498"/>
    <w:rsid w:val="0093388F"/>
    <w:rsid w:val="00A137C9"/>
    <w:rsid w:val="00A36E1A"/>
    <w:rsid w:val="00A56A6F"/>
    <w:rsid w:val="00A67CDA"/>
    <w:rsid w:val="00A87380"/>
    <w:rsid w:val="00AF4E90"/>
    <w:rsid w:val="00AF7375"/>
    <w:rsid w:val="00B451BD"/>
    <w:rsid w:val="00B641BE"/>
    <w:rsid w:val="00B77707"/>
    <w:rsid w:val="00BE3BCE"/>
    <w:rsid w:val="00CB29AC"/>
    <w:rsid w:val="00CC2F38"/>
    <w:rsid w:val="00D03170"/>
    <w:rsid w:val="00D55FC4"/>
    <w:rsid w:val="00D9320D"/>
    <w:rsid w:val="00DA1612"/>
    <w:rsid w:val="00DC4842"/>
    <w:rsid w:val="00DC587A"/>
    <w:rsid w:val="00DC652A"/>
    <w:rsid w:val="00DE247F"/>
    <w:rsid w:val="00DE2AA3"/>
    <w:rsid w:val="00DE3B21"/>
    <w:rsid w:val="00DE73DD"/>
    <w:rsid w:val="00DF7357"/>
    <w:rsid w:val="00E27ABB"/>
    <w:rsid w:val="00E67109"/>
    <w:rsid w:val="00E86D3B"/>
    <w:rsid w:val="00EC10EE"/>
    <w:rsid w:val="00ED4BBD"/>
    <w:rsid w:val="00EF3368"/>
    <w:rsid w:val="00F06606"/>
    <w:rsid w:val="00F334B4"/>
    <w:rsid w:val="00F958B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87D6B"/>
  <w15:chartTrackingRefBased/>
  <w15:docId w15:val="{1A1349B4-78C1-4877-980B-22A82371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dc:description/>
  <cp:lastModifiedBy>Anita Zabagło</cp:lastModifiedBy>
  <cp:revision>6</cp:revision>
  <dcterms:created xsi:type="dcterms:W3CDTF">2025-05-06T12:40:00Z</dcterms:created>
  <dcterms:modified xsi:type="dcterms:W3CDTF">2025-05-19T10:49:00Z</dcterms:modified>
</cp:coreProperties>
</file>